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5346F" w14:textId="34A51CC5" w:rsidR="00BB43A1" w:rsidRDefault="004B0281">
      <w:pPr>
        <w:pStyle w:val="Heading1"/>
        <w:spacing w:before="0" w:line="240" w:lineRule="auto"/>
        <w:ind w:left="708" w:hanging="708"/>
        <w:jc w:val="center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bookmarkStart w:id="1" w:name="_GoBack"/>
      <w:r>
        <w:t xml:space="preserve">Your Name Surname Week </w:t>
      </w:r>
      <w:r w:rsidR="00C057C9">
        <w:t>1</w:t>
      </w:r>
      <w:r w:rsidR="007C062C">
        <w:t>6</w:t>
      </w:r>
      <w:r w:rsidR="003C1A37" w:rsidRPr="003C1A37">
        <w:t xml:space="preserve"> B1 </w:t>
      </w:r>
      <w:r w:rsidR="003C1A37">
        <w:t>EOI 20</w:t>
      </w:r>
      <w:r w:rsidR="00BC1D74">
        <w:t xml:space="preserve">10 </w:t>
      </w:r>
      <w:r w:rsidR="007C062C">
        <w:t>MUSIC SHOW PRESENTER</w:t>
      </w:r>
      <w:bookmarkEnd w:id="1"/>
    </w:p>
    <w:p w14:paraId="51695F30" w14:textId="77777777" w:rsidR="00035E04" w:rsidRPr="00035E04" w:rsidRDefault="00BB43A1" w:rsidP="00035E04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</w:pPr>
      <w:r>
        <w:rPr>
          <w:vertAlign w:val="superscript"/>
        </w:rPr>
        <w:t>(M</w:t>
      </w:r>
      <w:r w:rsidRPr="00BB43A1">
        <w:rPr>
          <w:vertAlign w:val="superscript"/>
        </w:rPr>
        <w:t>ake this the name of your file and the subject title of your email)</w:t>
      </w:r>
    </w:p>
    <w:p w14:paraId="52759E9C" w14:textId="366D859C" w:rsidR="00196ABE" w:rsidRDefault="007C062C">
      <w:r>
        <w:rPr>
          <w:noProof/>
          <w:lang w:val="en-US" w:eastAsia="en-US"/>
        </w:rPr>
        <w:drawing>
          <wp:inline distT="0" distB="0" distL="0" distR="0" wp14:anchorId="74D22E0C" wp14:editId="3B3C4DFD">
            <wp:extent cx="5273040" cy="3838069"/>
            <wp:effectExtent l="0" t="0" r="1016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838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2AF47" w14:textId="77A63672" w:rsidR="00BC1D74" w:rsidRDefault="00BC1D74" w:rsidP="00BC1D74"/>
    <w:p w14:paraId="501AD9C9" w14:textId="77777777" w:rsidR="00873FDB" w:rsidRDefault="00873FDB" w:rsidP="00BC1D74"/>
    <w:p w14:paraId="3121C731" w14:textId="77777777" w:rsidR="00873FDB" w:rsidRDefault="00873FDB" w:rsidP="00BC1D74"/>
    <w:p w14:paraId="77E36E1A" w14:textId="3E839EF0" w:rsidR="00873FDB" w:rsidRDefault="00873FDB" w:rsidP="00BC1D74"/>
    <w:p w14:paraId="6B03CA56" w14:textId="77777777" w:rsidR="00873FDB" w:rsidRDefault="00873FDB" w:rsidP="00BC1D74"/>
    <w:p w14:paraId="0B763EDB" w14:textId="77777777" w:rsidR="00873FDB" w:rsidRDefault="00873FDB" w:rsidP="00BC1D74"/>
    <w:p w14:paraId="5256038A" w14:textId="77777777" w:rsidR="00873FDB" w:rsidRPr="003C1A37" w:rsidRDefault="00873FDB" w:rsidP="00BC1D74"/>
    <w:sectPr w:rsidR="00873FDB" w:rsidRPr="003C1A37" w:rsidSect="00BF7501">
      <w:pgSz w:w="11904" w:h="16835"/>
      <w:pgMar w:top="567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74"/>
    <w:rsid w:val="00035E04"/>
    <w:rsid w:val="00134F31"/>
    <w:rsid w:val="00196ABE"/>
    <w:rsid w:val="00243065"/>
    <w:rsid w:val="003C1A37"/>
    <w:rsid w:val="00470410"/>
    <w:rsid w:val="004B0281"/>
    <w:rsid w:val="004B33E9"/>
    <w:rsid w:val="004D1294"/>
    <w:rsid w:val="0071259B"/>
    <w:rsid w:val="007A3E3D"/>
    <w:rsid w:val="007C062C"/>
    <w:rsid w:val="00831AD4"/>
    <w:rsid w:val="00844BEE"/>
    <w:rsid w:val="00873FDB"/>
    <w:rsid w:val="00940692"/>
    <w:rsid w:val="00B17643"/>
    <w:rsid w:val="00BB43A1"/>
    <w:rsid w:val="00BC1D74"/>
    <w:rsid w:val="00BF7501"/>
    <w:rsid w:val="00C057C9"/>
    <w:rsid w:val="00C413DC"/>
    <w:rsid w:val="00D827E3"/>
    <w:rsid w:val="00E336DB"/>
    <w:rsid w:val="00EA04A8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84E8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10%20EOI%202008%20SUMMER%20CAMP%20EMERGENCY:Your%20Name%20Surname%20Week%2010%20B1%20EOI%202008-SUMMER%20CAMP%20EMERGENC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Your Name Surname Week 10 B1 EOI 2008-SUMMER CAMP EMERGENCY.dot</Template>
  <TotalTime>0</TotalTime>
  <Pages>1</Pages>
  <Words>20</Words>
  <Characters>118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10 B1 EOI 2008-SUMMER CAMP EMERGENCY</vt:lpstr>
      <vt:lpstr>(Make this the name of your file and the subject title of your email)</vt:lpstr>
    </vt:vector>
  </TitlesOfParts>
  <Company>goldsmiths college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2</cp:revision>
  <cp:lastPrinted>2014-10-16T21:36:00Z</cp:lastPrinted>
  <dcterms:created xsi:type="dcterms:W3CDTF">2014-12-06T08:50:00Z</dcterms:created>
  <dcterms:modified xsi:type="dcterms:W3CDTF">2014-12-06T08:50:00Z</dcterms:modified>
</cp:coreProperties>
</file>